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10F7BB7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87F66">
        <w:rPr>
          <w:rStyle w:val="Strong"/>
          <w:rFonts w:asciiTheme="minorHAnsi" w:hAnsiTheme="minorHAnsi" w:cstheme="minorHAnsi"/>
          <w:lang w:val="en-GB"/>
        </w:rPr>
        <w:t>29-G00</w:t>
      </w:r>
      <w:r w:rsidR="003E30D9">
        <w:rPr>
          <w:rStyle w:val="Strong"/>
          <w:rFonts w:asciiTheme="minorHAnsi" w:hAnsiTheme="minorHAnsi" w:cstheme="minorHAnsi"/>
          <w:lang w:val="en-GB"/>
        </w:rPr>
        <w:t>5</w:t>
      </w:r>
      <w:r w:rsidR="00887F66">
        <w:rPr>
          <w:rStyle w:val="Strong"/>
          <w:rFonts w:asciiTheme="minorHAnsi" w:hAnsiTheme="minorHAnsi" w:cstheme="minorHAnsi"/>
          <w:lang w:val="en-GB"/>
        </w:rPr>
        <w:t>-2</w:t>
      </w:r>
      <w:r w:rsidR="00D21C60">
        <w:rPr>
          <w:rStyle w:val="Strong"/>
          <w:rFonts w:asciiTheme="minorHAnsi" w:hAnsiTheme="minorHAnsi" w:cstheme="minorHAnsi"/>
          <w:lang w:val="en-GB"/>
        </w:rPr>
        <w:t>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6530ED22" w:rsidR="00C44890" w:rsidRDefault="00C44890" w:rsidP="003A1D99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98AACFC" w14:textId="6D19B620" w:rsidR="00414D80" w:rsidRPr="00414D80" w:rsidRDefault="0001256D" w:rsidP="00414D80">
      <w:pPr>
        <w:spacing w:after="160" w:line="235" w:lineRule="atLeast"/>
        <w:rPr>
          <w:rFonts w:eastAsia="Times New Roman"/>
        </w:rPr>
      </w:pPr>
      <w:r w:rsidRPr="00414D80">
        <w:rPr>
          <w:lang w:val="en-GB"/>
        </w:rPr>
        <w:t xml:space="preserve">This is a tender for the </w:t>
      </w:r>
      <w:r w:rsidR="00070FEC">
        <w:rPr>
          <w:lang w:val="en-GB"/>
        </w:rPr>
        <w:t xml:space="preserve">Government Housing Maintenance Materials. This is to maintain the good condition of the government employees’ houses. The good condition of the employees’ housing </w:t>
      </w:r>
      <w:r w:rsidR="00E446AA">
        <w:rPr>
          <w:lang w:val="en-GB"/>
        </w:rPr>
        <w:t>contributes</w:t>
      </w:r>
      <w:r w:rsidR="00070FEC">
        <w:rPr>
          <w:lang w:val="en-GB"/>
        </w:rPr>
        <w:t xml:space="preserve"> to the staff output.</w:t>
      </w:r>
    </w:p>
    <w:p w14:paraId="000280F4" w14:textId="0A479FD6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4D41438B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  <w:r w:rsidR="00276290">
        <w:rPr>
          <w:lang w:val="en-GB"/>
        </w:rPr>
        <w:t xml:space="preserve"> Final quote should be in AUD and CIF</w:t>
      </w:r>
      <w:r w:rsidR="007343B9">
        <w:rPr>
          <w:lang w:val="en-GB"/>
        </w:rPr>
        <w:t xml:space="preserve"> Kiritimati</w:t>
      </w:r>
      <w:r w:rsidR="00276290">
        <w:rPr>
          <w:lang w:val="en-GB"/>
        </w:rPr>
        <w:t xml:space="preserve">. The following documents should be submitted. Failure to provide will result in disqualifying the tenderer. </w:t>
      </w:r>
    </w:p>
    <w:p w14:paraId="63B9B8A8" w14:textId="7B32A7A0" w:rsidR="002A4740" w:rsidRPr="003E01C6" w:rsidRDefault="008E298E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Certified </w:t>
      </w:r>
      <w:r w:rsidR="00276290" w:rsidRPr="003E01C6">
        <w:rPr>
          <w:rFonts w:ascii="Times New Roman" w:hAnsi="Times New Roman"/>
          <w:sz w:val="24"/>
          <w:szCs w:val="24"/>
          <w:lang w:val="en-GB"/>
        </w:rPr>
        <w:t xml:space="preserve">Business Registration </w:t>
      </w:r>
    </w:p>
    <w:p w14:paraId="5A34EDF1" w14:textId="191E8B12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Tax Clearance from Tax Office </w:t>
      </w:r>
    </w:p>
    <w:p w14:paraId="43C9DFEB" w14:textId="27F3E6CE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Bank Statement signed by the authorized personnel from Bank institutions and stamped </w:t>
      </w:r>
    </w:p>
    <w:p w14:paraId="52EA2E19" w14:textId="490D898C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Signed copy of the Certificate for Compliance Form. Refer to ITT Template No.8 for a copy of the certificate for compliance form</w:t>
      </w:r>
    </w:p>
    <w:p w14:paraId="2762A983" w14:textId="590E52D0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Complete quotation</w:t>
      </w:r>
      <w:r w:rsidR="007343B9">
        <w:rPr>
          <w:rFonts w:ascii="Times New Roman" w:hAnsi="Times New Roman"/>
          <w:sz w:val="24"/>
          <w:szCs w:val="24"/>
          <w:lang w:val="en-GB"/>
        </w:rPr>
        <w:t xml:space="preserve"> in AUD and CIF Kiritimati</w:t>
      </w:r>
      <w:r w:rsidRPr="003E01C6">
        <w:rPr>
          <w:rFonts w:ascii="Times New Roman" w:hAnsi="Times New Roman"/>
          <w:sz w:val="24"/>
          <w:szCs w:val="24"/>
          <w:lang w:val="en-GB"/>
        </w:rPr>
        <w:t xml:space="preserve"> indicating a clear financial proposal </w:t>
      </w:r>
    </w:p>
    <w:p w14:paraId="7A0D34E4" w14:textId="4A2A1445" w:rsidR="00276290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Technical Proposal</w:t>
      </w:r>
    </w:p>
    <w:p w14:paraId="4B58665E" w14:textId="66219B91" w:rsidR="008E298E" w:rsidRPr="003E01C6" w:rsidRDefault="008E298E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Valid license 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0AF385AF" w:rsidR="00C44890" w:rsidRPr="00492684" w:rsidRDefault="007343B9" w:rsidP="00C44890">
      <w:pPr>
        <w:rPr>
          <w:lang w:val="en-GB"/>
        </w:rPr>
      </w:pPr>
      <w:r>
        <w:rPr>
          <w:lang w:val="en-GB"/>
        </w:rPr>
        <w:t>The existing staff at the Ministry’s Construction Division can do the</w:t>
      </w:r>
      <w:r w:rsidR="002A32D3">
        <w:rPr>
          <w:lang w:val="en-GB"/>
        </w:rPr>
        <w:t xml:space="preserve"> </w:t>
      </w:r>
      <w:r>
        <w:rPr>
          <w:lang w:val="en-GB"/>
        </w:rPr>
        <w:t>implement</w:t>
      </w:r>
      <w:r w:rsidR="002A32D3">
        <w:rPr>
          <w:lang w:val="en-GB"/>
        </w:rPr>
        <w:t>ation of</w:t>
      </w:r>
      <w:r>
        <w:rPr>
          <w:lang w:val="en-GB"/>
        </w:rPr>
        <w:t xml:space="preserve"> the project.</w:t>
      </w:r>
      <w:r w:rsidR="003E01C6">
        <w:rPr>
          <w:lang w:val="en-GB"/>
        </w:rPr>
        <w:t xml:space="preserve">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0D4C6B5A" w:rsidR="00C44890" w:rsidRPr="00492684" w:rsidRDefault="003A1D99" w:rsidP="00C44890">
      <w:pPr>
        <w:rPr>
          <w:lang w:val="en-GB"/>
        </w:rPr>
      </w:pPr>
      <w:r>
        <w:rPr>
          <w:lang w:val="en-GB"/>
        </w:rPr>
        <w:t xml:space="preserve">To be arrived at Kiritimati Island </w:t>
      </w:r>
      <w:r w:rsidR="00D21C60">
        <w:rPr>
          <w:lang w:val="en-GB"/>
        </w:rPr>
        <w:t>in the next shipment in June or July 2023.</w:t>
      </w:r>
    </w:p>
    <w:bookmarkEnd w:id="5"/>
    <w:bookmarkEnd w:id="6"/>
    <w:p w14:paraId="69E741C9" w14:textId="3766045A" w:rsidR="00C44890" w:rsidRPr="00276290" w:rsidRDefault="00C44890" w:rsidP="00276290">
      <w:pPr>
        <w:pStyle w:val="Heading2"/>
      </w:pPr>
      <w:r w:rsidRPr="00492684">
        <w:t>Description of the Good</w:t>
      </w:r>
      <w:bookmarkEnd w:id="2"/>
      <w:r w:rsidR="00966D9B">
        <w:t xml:space="preserve">- refer to Annex 1. </w:t>
      </w:r>
    </w:p>
    <w:tbl>
      <w:tblPr>
        <w:tblW w:w="24928" w:type="dxa"/>
        <w:tblLook w:val="04A0" w:firstRow="1" w:lastRow="0" w:firstColumn="1" w:lastColumn="0" w:noHBand="0" w:noVBand="1"/>
      </w:tblPr>
      <w:tblGrid>
        <w:gridCol w:w="222"/>
        <w:gridCol w:w="3858"/>
        <w:gridCol w:w="6486"/>
        <w:gridCol w:w="2245"/>
        <w:gridCol w:w="289"/>
        <w:gridCol w:w="289"/>
        <w:gridCol w:w="434"/>
        <w:gridCol w:w="1150"/>
        <w:gridCol w:w="661"/>
        <w:gridCol w:w="728"/>
        <w:gridCol w:w="79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936B60" w:rsidRPr="00D21C60" w14:paraId="58C12D02" w14:textId="77777777" w:rsidTr="00070FEC">
        <w:trPr>
          <w:trHeight w:val="11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2FDCC9" w14:textId="77777777" w:rsidR="00936B60" w:rsidRPr="00D21C60" w:rsidRDefault="00936B60" w:rsidP="00070FEC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053F2" w14:textId="2D72623F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14CC5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B03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347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E1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1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4E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9F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7A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46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58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54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AC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1E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99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F9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9A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B1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94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4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5C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6E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4A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21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26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FD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32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80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D8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BF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BE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0A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42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74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3D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B6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CE73AEB" w14:textId="77777777" w:rsidTr="00070FEC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EEA9C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87A06" w14:textId="7F35D2F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DF8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326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4D2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989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73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2C1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866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3E9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49B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685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9F4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253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4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35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6F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21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BE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22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E6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76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850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2B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57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87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B3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C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1E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07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A0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6F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09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8F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60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F2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2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99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8A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34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B2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31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70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A7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06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FD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BEE7FA5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8B3CC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FDBCE" w14:textId="158ACBA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0358A" w14:textId="2F6E44E2" w:rsidR="0001256D" w:rsidRPr="00D21C60" w:rsidRDefault="0001256D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2E8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A732A" w14:textId="77777777" w:rsidR="00936B60" w:rsidRPr="00D21C60" w:rsidRDefault="00936B60" w:rsidP="00D21C60">
            <w:pPr>
              <w:spacing w:befor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0F8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9D6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C1C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9F2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2FA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595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80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77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E1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09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8D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5C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B2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4A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380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28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6C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CD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92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10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A1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C0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8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92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6C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FD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69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B9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D9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68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7D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FC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43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EB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37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66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D6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BD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BE28BCE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37930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3C910" w14:textId="74C061E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548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5A539" w14:textId="6F990C4D" w:rsidR="00936B60" w:rsidRPr="00D21C60" w:rsidRDefault="00936B60" w:rsidP="00936B60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07EFB" w14:textId="77777777" w:rsidR="00936B60" w:rsidRPr="00D21C60" w:rsidRDefault="00936B60" w:rsidP="00D21C60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446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ED1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467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D1E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8CF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FEF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69D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828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471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8B2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F49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9DB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BD2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00C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FF5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124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2FC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8C4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CD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7F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C3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D1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84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3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10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0B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5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30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C4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F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8EE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1E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67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24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E1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AA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2E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71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BA42C90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DE25A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B95FA" w14:textId="2639439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74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2C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1B58" w14:textId="77777777" w:rsidR="00936B60" w:rsidRPr="00D21C60" w:rsidRDefault="00936B60" w:rsidP="00D21C60">
            <w:pPr>
              <w:spacing w:befor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C3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93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5F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26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32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1F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E2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58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60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EB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2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C1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59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B6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1B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32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02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7B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3C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22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01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A0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EC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45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42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CE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6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27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0F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9E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56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16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9F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5A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D6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2C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67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C0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4508ABF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60AF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6C53" w14:textId="6FB0595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88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AF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DC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0F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73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DA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82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77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7B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EF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24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D8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14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E6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D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FC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A6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A7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C8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D6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52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3F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9B0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2F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A5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A4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A3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5D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16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95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6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FC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D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61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F6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B8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D8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46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2B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EF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51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C0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8D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F2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5C6BAC7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78D3D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820D" w14:textId="2748310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D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44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4F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92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DB0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6D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90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64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40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95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C8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5E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F0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57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2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F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0A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FB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E3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11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57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6D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3C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84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04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62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A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25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09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F1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52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74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C4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54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0B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84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9D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D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9A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D17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F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3EF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E4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2B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421BC90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0A194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299B" w14:textId="208F32E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D3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19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2A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33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D6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0F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AF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93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01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A8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1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11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A8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08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87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ED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55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15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8C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F2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6C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7D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F2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6F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18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AD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927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EA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E3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25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AE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E3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00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20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BB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CB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8C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A1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B8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D0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8C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7D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B2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26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3DEF8FE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E9E4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C47D" w14:textId="41BD5EC8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E9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95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92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12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003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7B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B2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9F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5B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78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26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67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0E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05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A9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8C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EC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49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55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80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9F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49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A3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7C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E1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2B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08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3A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B58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F7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76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E2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44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45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CE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10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1B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CE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2E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58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65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7C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7D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1F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BCADAEC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04EFA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0736" w14:textId="5FEF745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5B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BF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3B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E8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FB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D7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3B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9A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E5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54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12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DA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4C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C8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FA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10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04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5A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F8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AC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91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DC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AC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B5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8E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C1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07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77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1E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0F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2C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89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F0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21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CF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2E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AE8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39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2A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5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7D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50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44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43E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7766DD1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7F2A7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8B4B" w14:textId="70F7A7F0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83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FA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88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88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19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D0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EB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CF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7D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62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98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67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18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BC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27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18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F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FA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EA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C2B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A0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B8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72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7B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A9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3C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5E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A7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89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94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C4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75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82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22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54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6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4E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2B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A1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79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31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C8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C8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BC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09F31BC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611FA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B495" w14:textId="631E8CF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80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66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87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17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A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5E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A5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D3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E2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A0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78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56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A8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E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8E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6B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B4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A7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BC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B8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60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1E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01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4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E1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D9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97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50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84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1D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4C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49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04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95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C7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D3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05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76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DD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27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EC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7A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D1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D3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65F97DF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85AA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9FA8" w14:textId="1AC6D15D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F0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0B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03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E9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23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B2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2A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0E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04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A7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55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D0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B9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A9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BA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6B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C6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A1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8E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0A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7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1D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66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56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3C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A3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F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E9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AF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9B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CD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E2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67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75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C0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5E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E7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17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21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7C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F0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3F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5A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98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3B507ACC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A071D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17E9" w14:textId="2A00569A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0D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A8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F5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D8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D5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B4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7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95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A7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6E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D0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29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D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F1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91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3B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6E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6A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B4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F0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EA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21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71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D0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27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BA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A3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19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A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12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8F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E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95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27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92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2C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56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8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7E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3F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428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67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26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E6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2B70C75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5AA7D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AEF7" w14:textId="2DFCC8A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FE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5D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20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C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47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A0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CE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D4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A0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C0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2B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D2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72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3D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2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B4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CE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79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25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05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6D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11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87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92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9A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C0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8E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46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2A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90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3D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D0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91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89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7EE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4C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D3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68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D9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4B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72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468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6E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33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D6E2161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92A8E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A7B8" w14:textId="08A8A765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EE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0C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16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0B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DE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70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F3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A2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4E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E5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F0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CC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B6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70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2D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F9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FF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4C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37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BB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1D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C3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34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CE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C1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3B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66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E1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93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30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BC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F6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D4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69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F8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00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04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61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DE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DD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5E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CE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4D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78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EDB655F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AE1C1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415" w14:textId="00ACA92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2E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31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62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6A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5F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13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95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BD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6F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6A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EC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62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C6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1F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BB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C1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81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FC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E7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4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59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61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1F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C8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0D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CB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40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197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51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43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62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9F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09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36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F1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30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60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0E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14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DA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5C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C1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B6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18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683B6FF8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56B2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F475" w14:textId="41B86DBD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0B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66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74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09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A8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29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01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FA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1A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57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70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68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8C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9D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0D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F1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07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95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C9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31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19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B3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3C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6F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49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CD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B0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19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19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A8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AD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33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4A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39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58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A5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62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C2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E6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3B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AB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EC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2B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07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D2E687B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D680E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7CC5" w14:textId="2809720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7F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24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DC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09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C3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64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BC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38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45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E5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BF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09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F8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56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3D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E2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98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53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CA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91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D7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92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71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1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78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76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99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B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87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CF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0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E6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36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35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22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9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08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C3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3C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51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54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93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B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E8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E4C2C82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80C5C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1552" w14:textId="6BF38398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AE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ED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4B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8D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6E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5B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66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9A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CB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80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F4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9E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F4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45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7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09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44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8E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34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7A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C8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FD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36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6C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87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98B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80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C3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B9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EE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B4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EC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BD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FD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D9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02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4E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A8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8D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7B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BC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02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58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29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5BA487D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B08A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2B14" w14:textId="0D446A5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6C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09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4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CC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DC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9E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EA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D3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F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27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9E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8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1A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05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A8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93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14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E8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E8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DE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8F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8C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E1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FD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3A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6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8F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2C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F1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B3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33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85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74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0A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5F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A0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46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8D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FB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41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F3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94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78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E4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84081F6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527B3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CEEF" w14:textId="53BC9833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736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02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DD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1B0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D74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87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47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F2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14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FA8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848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079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93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F3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1F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9B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21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F0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3A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8A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12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9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84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94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DE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33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F5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DA8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45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25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3E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FF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28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6B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D5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C2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D3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C7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75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F3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08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0A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29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87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2184C9C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EC797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AAC3" w14:textId="5F190AF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C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8C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D5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DB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C0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7F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02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E2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75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74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0A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C6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5E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B4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99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06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99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9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DF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87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D4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91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B2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FB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8B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B8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82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8E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14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D8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A8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74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75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2A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A7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4D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61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8E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AF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05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8F8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51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BC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3041BC5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1BE5C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B8FC" w14:textId="29FAB35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A4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CE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AC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13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45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AB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F8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08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0B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5F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78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7D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8C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68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9A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92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1D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F5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0E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6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D0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F2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86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19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DB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E6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B8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54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34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7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80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79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48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F3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A5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2C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47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57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36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F1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1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14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08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DC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68933C62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C7831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0B30" w14:textId="4EF65DC5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1A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5B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24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A2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75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47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9A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CE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56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A2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F5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0D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E2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55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F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2A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38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7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81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BD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97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1E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B6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46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7D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69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28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72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828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50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28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A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5F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7F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45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2F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B8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DE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78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89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24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22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D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FF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9200DEC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80DDD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6D91" w14:textId="0A06203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38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40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10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6B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F2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B5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30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9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D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0D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61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9C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43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EE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FB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01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62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82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4B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C1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90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4A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3D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9F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26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7D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EF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6B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03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3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C1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8D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AB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DC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4F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66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33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FD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58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E8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6F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30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A5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8D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11BE97D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5D269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FD50" w14:textId="36FC3D8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B3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48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09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C0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79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E1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F2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F5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7D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B1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07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D7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93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06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C1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51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57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B7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E4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23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0F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FD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7B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C3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12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A4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CA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8D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58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AB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F4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7C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6C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17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EA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2A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6E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C0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E8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B9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38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54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A7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4A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E86060A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DFC0C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1756" w14:textId="7418943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F7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D3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9C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61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CD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8B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4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B5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C0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A1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3C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DA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64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73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BB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D8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A0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0D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0E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4A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BB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53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C1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8D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020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8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B1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B6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71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1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45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41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957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8B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91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57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60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43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81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3E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E6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CF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BE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A22A24E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6B0B9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6F7F" w14:textId="797D4AE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28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E2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28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616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99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61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79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D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BA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74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2D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35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8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03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BC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05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F6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8B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BD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72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35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83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26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AD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11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E1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9A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47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5D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CF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6F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65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82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BC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2A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85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0B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A7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3C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3A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3B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88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60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91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B1198E3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14736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80F3" w14:textId="54D9596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B2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23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10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50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C5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7F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19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A1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13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80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C7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C8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F0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4D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9F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63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87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81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A7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D7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F2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20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DB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6B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D0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61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97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7B4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14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D78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44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85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B9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17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8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E8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CF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0C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C9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04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7D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66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E2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81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5DBC1F0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017FE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E646" w14:textId="13F66F4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F2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823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C9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A2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5C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72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18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37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8C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9D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1A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15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04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BA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7A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82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B8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43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1F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89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D7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5E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14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3E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7C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16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6B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E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D0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0F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73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D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5A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D8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E8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D1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68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E5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CB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98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4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48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F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77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41B890A" w14:textId="77777777" w:rsidTr="00070FE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0885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F571" w14:textId="638DB93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E7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8E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5D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BC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55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46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BC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3C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C9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FC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8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54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2A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B5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9A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D6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A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DF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B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DB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5F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B2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BA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1D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DE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A0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7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38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03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B9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4A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78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04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8A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B2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00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5B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52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02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66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76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A1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E2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D2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AA0628" w14:textId="77777777" w:rsidR="00D21C60" w:rsidRPr="00A318B5" w:rsidRDefault="00D21C60" w:rsidP="00276290"/>
    <w:sectPr w:rsidR="00D21C60" w:rsidRPr="00A318B5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BD05C" w14:textId="77777777" w:rsidR="00D8390A" w:rsidRDefault="00D8390A">
      <w:r>
        <w:separator/>
      </w:r>
    </w:p>
  </w:endnote>
  <w:endnote w:type="continuationSeparator" w:id="0">
    <w:p w14:paraId="05D6D309" w14:textId="77777777" w:rsidR="00D8390A" w:rsidRDefault="00D8390A">
      <w:r>
        <w:continuationSeparator/>
      </w:r>
    </w:p>
  </w:endnote>
  <w:endnote w:type="continuationNotice" w:id="1">
    <w:p w14:paraId="2244CF23" w14:textId="77777777" w:rsidR="00D8390A" w:rsidRDefault="00D839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B6DE18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E30D9">
      <w:rPr>
        <w:noProof/>
      </w:rPr>
      <w:t>2023-03-29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DB693" w14:textId="77777777" w:rsidR="00D8390A" w:rsidRDefault="00D8390A">
      <w:r>
        <w:separator/>
      </w:r>
    </w:p>
  </w:footnote>
  <w:footnote w:type="continuationSeparator" w:id="0">
    <w:p w14:paraId="7703B2FC" w14:textId="77777777" w:rsidR="00D8390A" w:rsidRDefault="00D8390A">
      <w:r>
        <w:continuationSeparator/>
      </w:r>
    </w:p>
  </w:footnote>
  <w:footnote w:type="continuationNotice" w:id="1">
    <w:p w14:paraId="7D05FCAD" w14:textId="77777777" w:rsidR="00D8390A" w:rsidRDefault="00D839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199927">
    <w:abstractNumId w:val="2"/>
  </w:num>
  <w:num w:numId="2" w16cid:durableId="805318584">
    <w:abstractNumId w:val="14"/>
  </w:num>
  <w:num w:numId="3" w16cid:durableId="1401322992">
    <w:abstractNumId w:val="15"/>
  </w:num>
  <w:num w:numId="4" w16cid:durableId="409498160">
    <w:abstractNumId w:val="6"/>
  </w:num>
  <w:num w:numId="5" w16cid:durableId="284311709">
    <w:abstractNumId w:val="5"/>
  </w:num>
  <w:num w:numId="6" w16cid:durableId="712921435">
    <w:abstractNumId w:val="10"/>
  </w:num>
  <w:num w:numId="7" w16cid:durableId="694424874">
    <w:abstractNumId w:val="7"/>
  </w:num>
  <w:num w:numId="8" w16cid:durableId="586309881">
    <w:abstractNumId w:val="12"/>
  </w:num>
  <w:num w:numId="9" w16cid:durableId="416488212">
    <w:abstractNumId w:val="0"/>
  </w:num>
  <w:num w:numId="10" w16cid:durableId="1813447793">
    <w:abstractNumId w:val="11"/>
  </w:num>
  <w:num w:numId="11" w16cid:durableId="2100254257">
    <w:abstractNumId w:val="3"/>
  </w:num>
  <w:num w:numId="12" w16cid:durableId="1682463208">
    <w:abstractNumId w:val="9"/>
  </w:num>
  <w:num w:numId="13" w16cid:durableId="433093831">
    <w:abstractNumId w:val="13"/>
  </w:num>
  <w:num w:numId="14" w16cid:durableId="1827816059">
    <w:abstractNumId w:val="4"/>
  </w:num>
  <w:num w:numId="15" w16cid:durableId="519200199">
    <w:abstractNumId w:val="8"/>
  </w:num>
  <w:num w:numId="16" w16cid:durableId="178017880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56D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018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0FEC"/>
    <w:rsid w:val="00072DBF"/>
    <w:rsid w:val="00072E8D"/>
    <w:rsid w:val="00073806"/>
    <w:rsid w:val="00075273"/>
    <w:rsid w:val="000768F7"/>
    <w:rsid w:val="00077FC8"/>
    <w:rsid w:val="00081AB0"/>
    <w:rsid w:val="000826BE"/>
    <w:rsid w:val="00084A7B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5C6A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3C3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753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214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6290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2D3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8DF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1D9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1C6"/>
    <w:rsid w:val="003E06EC"/>
    <w:rsid w:val="003E1B04"/>
    <w:rsid w:val="003E30D9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D80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419"/>
    <w:rsid w:val="00481595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405"/>
    <w:rsid w:val="004E064E"/>
    <w:rsid w:val="004E15EC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5C2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306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345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3B9"/>
    <w:rsid w:val="00734F56"/>
    <w:rsid w:val="0073516E"/>
    <w:rsid w:val="0073566E"/>
    <w:rsid w:val="00735B25"/>
    <w:rsid w:val="007376ED"/>
    <w:rsid w:val="007403C6"/>
    <w:rsid w:val="00742F59"/>
    <w:rsid w:val="00744871"/>
    <w:rsid w:val="00744C0E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EB4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E02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6D63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87F66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539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98E"/>
    <w:rsid w:val="008E2BE1"/>
    <w:rsid w:val="008E388C"/>
    <w:rsid w:val="008E3AEA"/>
    <w:rsid w:val="008E429D"/>
    <w:rsid w:val="008E5217"/>
    <w:rsid w:val="008E76AE"/>
    <w:rsid w:val="008F067B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2AB3"/>
    <w:rsid w:val="00917CA0"/>
    <w:rsid w:val="00920074"/>
    <w:rsid w:val="009215AA"/>
    <w:rsid w:val="00922987"/>
    <w:rsid w:val="00922A3A"/>
    <w:rsid w:val="009237F9"/>
    <w:rsid w:val="00924BAB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B60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D9B"/>
    <w:rsid w:val="00970741"/>
    <w:rsid w:val="00971142"/>
    <w:rsid w:val="0097167C"/>
    <w:rsid w:val="009752BB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749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5EE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269"/>
    <w:rsid w:val="00A03C23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0E4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8C5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6818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6F47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E9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C60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816"/>
    <w:rsid w:val="00D42419"/>
    <w:rsid w:val="00D429BF"/>
    <w:rsid w:val="00D43081"/>
    <w:rsid w:val="00D434E8"/>
    <w:rsid w:val="00D4375C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90A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6AA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47B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722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3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65">
    <w:name w:val="xl65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Normal"/>
    <w:rsid w:val="00D21C60"/>
    <w:pPr>
      <w:pBdr>
        <w:top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7">
    <w:name w:val="xl67"/>
    <w:basedOn w:val="Normal"/>
    <w:rsid w:val="00D21C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Normal"/>
    <w:rsid w:val="00D21C6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0">
    <w:name w:val="xl70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1">
    <w:name w:val="xl71"/>
    <w:basedOn w:val="Normal"/>
    <w:rsid w:val="00D21C60"/>
    <w:pPr>
      <w:spacing w:before="100" w:beforeAutospacing="1" w:after="100" w:afterAutospacing="1"/>
    </w:pPr>
    <w:rPr>
      <w:rFonts w:eastAsia="Times New Roman"/>
      <w:color w:val="0563C1"/>
      <w:u w:val="single"/>
    </w:rPr>
  </w:style>
  <w:style w:type="paragraph" w:customStyle="1" w:styleId="xl72">
    <w:name w:val="xl72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3">
    <w:name w:val="xl73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5">
    <w:name w:val="xl75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6">
    <w:name w:val="xl76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7">
    <w:name w:val="xl77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8">
    <w:name w:val="xl78"/>
    <w:basedOn w:val="Normal"/>
    <w:rsid w:val="00D21C60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9">
    <w:name w:val="xl7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F30CB-0EA6-481A-A49F-D43E9282F1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2691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6</cp:revision>
  <cp:lastPrinted>2013-10-18T08:32:00Z</cp:lastPrinted>
  <dcterms:created xsi:type="dcterms:W3CDTF">2023-03-27T21:12:00Z</dcterms:created>
  <dcterms:modified xsi:type="dcterms:W3CDTF">2023-03-29T02:58:00Z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